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B30989" w:rsidRPr="00B30989">
        <w:rPr>
          <w:b/>
          <w:lang w:eastAsia="cs-CZ"/>
        </w:rPr>
        <w:t>Proudový zdroj DC tester napáječů s příslušenstvím + externí kalibrační jednotka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D55F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ADD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09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09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540A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6CAE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3732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098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899A6C18-136A-4730-BA10-F1202910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8099E4-508F-43FC-BDB5-7671B571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2020-01-22T08:42:00Z</dcterms:created>
  <dcterms:modified xsi:type="dcterms:W3CDTF">2020-09-03T10:31:00Z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